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C28" w:rsidRDefault="00316C28">
      <w:r>
        <w:rPr>
          <w:rFonts w:hint="eastAsia"/>
        </w:rPr>
        <w:t>様式第</w:t>
      </w:r>
      <w:r w:rsidR="00662E04">
        <w:rPr>
          <w:rFonts w:hint="eastAsia"/>
        </w:rPr>
        <w:t>3</w:t>
      </w:r>
      <w:r>
        <w:rPr>
          <w:rFonts w:hint="eastAsia"/>
        </w:rPr>
        <w:t>号(第</w:t>
      </w:r>
      <w:r w:rsidR="00662E04">
        <w:rPr>
          <w:rFonts w:hint="eastAsia"/>
        </w:rPr>
        <w:t>4</w:t>
      </w:r>
      <w:r>
        <w:rPr>
          <w:rFonts w:hint="eastAsia"/>
        </w:rPr>
        <w:t>条関係)</w:t>
      </w:r>
    </w:p>
    <w:p w:rsidR="00316C28" w:rsidRDefault="00316C28"/>
    <w:p w:rsidR="00316C28" w:rsidRDefault="00316C28">
      <w:pPr>
        <w:jc w:val="center"/>
      </w:pPr>
      <w:r>
        <w:rPr>
          <w:rFonts w:hint="eastAsia"/>
          <w:spacing w:val="105"/>
        </w:rPr>
        <w:t>収支計画</w:t>
      </w:r>
      <w:r>
        <w:rPr>
          <w:rFonts w:hint="eastAsia"/>
        </w:rPr>
        <w:t>書</w:t>
      </w:r>
    </w:p>
    <w:p w:rsidR="00316C28" w:rsidRDefault="00316C28">
      <w:r>
        <w:rPr>
          <w:rFonts w:hint="eastAsia"/>
        </w:rPr>
        <w:t xml:space="preserve">　1　収入</w:t>
      </w:r>
      <w:r w:rsidR="00C71266">
        <w:rPr>
          <w:rFonts w:hint="eastAsia"/>
        </w:rPr>
        <w:t xml:space="preserve">　　　　　　　　　　　　　　　　　　　　　　　　　　　　　　（単位：千円）</w:t>
      </w: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1050"/>
        <w:gridCol w:w="1050"/>
        <w:gridCol w:w="1050"/>
        <w:gridCol w:w="1050"/>
        <w:gridCol w:w="1050"/>
        <w:gridCol w:w="1050"/>
      </w:tblGrid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  <w:spacing w:val="420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05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>
            <w:pPr>
              <w:jc w:val="center"/>
            </w:pPr>
            <w:r>
              <w:rPr>
                <w:rFonts w:hint="eastAsia"/>
              </w:rPr>
              <w:t>８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>
            <w:pPr>
              <w:jc w:val="center"/>
            </w:pPr>
            <w:r>
              <w:rPr>
                <w:rFonts w:hint="eastAsia"/>
              </w:rPr>
              <w:t>９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 w:rsidP="00C71266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C71266">
            <w:pPr>
              <w:jc w:val="center"/>
            </w:pPr>
            <w:r>
              <w:rPr>
                <w:rFonts w:hint="eastAsia"/>
              </w:rPr>
              <w:t>10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ind w:right="10"/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0207B7">
            <w:pPr>
              <w:ind w:right="10"/>
              <w:jc w:val="center"/>
            </w:pPr>
            <w:r>
              <w:rPr>
                <w:rFonts w:hint="eastAsia"/>
              </w:rPr>
              <w:t>11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</w:tcPr>
          <w:p w:rsidR="000207B7" w:rsidRDefault="000207B7" w:rsidP="005568C9">
            <w:pPr>
              <w:ind w:right="4"/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5568C9">
            <w:pPr>
              <w:ind w:right="4"/>
              <w:jc w:val="center"/>
            </w:pPr>
            <w:r>
              <w:rPr>
                <w:rFonts w:hint="eastAsia"/>
              </w:rPr>
              <w:t>12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</w:tcPr>
          <w:p w:rsidR="000207B7" w:rsidRDefault="000207B7" w:rsidP="005568C9">
            <w:pPr>
              <w:ind w:right="4"/>
              <w:jc w:val="center"/>
            </w:pPr>
            <w:r>
              <w:rPr>
                <w:rFonts w:hint="eastAsia"/>
              </w:rPr>
              <w:t>５ヶ年</w:t>
            </w:r>
          </w:p>
          <w:p w:rsidR="000207B7" w:rsidRDefault="000207B7" w:rsidP="005568C9">
            <w:pPr>
              <w:ind w:right="4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ind w:right="4"/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71266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  <w:spacing w:val="420"/>
              </w:rPr>
              <w:t>合</w:t>
            </w:r>
            <w:r>
              <w:rPr>
                <w:rFonts w:hint="eastAsia"/>
              </w:rPr>
              <w:t>計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/>
        </w:tc>
      </w:tr>
    </w:tbl>
    <w:p w:rsidR="00316C28" w:rsidRDefault="00316C28">
      <w:r>
        <w:rPr>
          <w:rFonts w:hint="eastAsia"/>
        </w:rPr>
        <w:t xml:space="preserve">　2　支出</w:t>
      </w: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1050"/>
        <w:gridCol w:w="1050"/>
        <w:gridCol w:w="1050"/>
        <w:gridCol w:w="1050"/>
        <w:gridCol w:w="1050"/>
        <w:gridCol w:w="1050"/>
      </w:tblGrid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  <w:spacing w:val="420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05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>
            <w:pPr>
              <w:jc w:val="center"/>
            </w:pPr>
            <w:r>
              <w:rPr>
                <w:rFonts w:hint="eastAsia"/>
              </w:rPr>
              <w:t>８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>
            <w:pPr>
              <w:jc w:val="center"/>
            </w:pPr>
            <w:r>
              <w:rPr>
                <w:rFonts w:hint="eastAsia"/>
              </w:rPr>
              <w:t>９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 w:rsidP="00C71266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0207B7">
            <w:pPr>
              <w:jc w:val="center"/>
            </w:pPr>
            <w:r>
              <w:rPr>
                <w:rFonts w:hint="eastAsia"/>
              </w:rPr>
              <w:t>10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ind w:right="10"/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0207B7">
            <w:pPr>
              <w:jc w:val="center"/>
            </w:pPr>
            <w:r>
              <w:rPr>
                <w:rFonts w:hint="eastAsia"/>
              </w:rPr>
              <w:t>11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</w:tcPr>
          <w:p w:rsidR="000207B7" w:rsidRDefault="000207B7" w:rsidP="000207B7">
            <w:pPr>
              <w:ind w:right="4"/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0207B7">
            <w:pPr>
              <w:jc w:val="center"/>
            </w:pPr>
            <w:r>
              <w:rPr>
                <w:rFonts w:hint="eastAsia"/>
              </w:rPr>
              <w:t>12</w:t>
            </w:r>
            <w:bookmarkStart w:id="0" w:name="_GoBack"/>
            <w:bookmarkEnd w:id="0"/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</w:tcPr>
          <w:p w:rsidR="000207B7" w:rsidRDefault="000207B7" w:rsidP="000207B7">
            <w:pPr>
              <w:ind w:right="4"/>
              <w:jc w:val="center"/>
            </w:pPr>
            <w:r>
              <w:rPr>
                <w:rFonts w:hint="eastAsia"/>
              </w:rPr>
              <w:t>５ヶ年</w:t>
            </w:r>
          </w:p>
          <w:p w:rsidR="000207B7" w:rsidRDefault="000207B7" w:rsidP="000207B7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5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 w:rsidP="005568C9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 w:rsidP="005568C9">
            <w:pPr>
              <w:ind w:leftChars="6" w:left="13"/>
              <w:jc w:val="center"/>
              <w:rPr>
                <w:spacing w:val="420"/>
              </w:rPr>
            </w:pPr>
            <w:r>
              <w:rPr>
                <w:rFonts w:hint="eastAsia"/>
              </w:rPr>
              <w:t>収支差引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</w:tbl>
    <w:p w:rsidR="00316C28" w:rsidRDefault="00316C28"/>
    <w:sectPr w:rsidR="00316C28" w:rsidSect="005568C9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66A" w:rsidRDefault="004A566A">
      <w:r>
        <w:separator/>
      </w:r>
    </w:p>
  </w:endnote>
  <w:endnote w:type="continuationSeparator" w:id="0">
    <w:p w:rsidR="004A566A" w:rsidRDefault="004A5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66A" w:rsidRDefault="004A566A">
      <w:r>
        <w:separator/>
      </w:r>
    </w:p>
  </w:footnote>
  <w:footnote w:type="continuationSeparator" w:id="0">
    <w:p w:rsidR="004A566A" w:rsidRDefault="004A5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04"/>
    <w:rsid w:val="000207B7"/>
    <w:rsid w:val="000A0572"/>
    <w:rsid w:val="00316C28"/>
    <w:rsid w:val="004A566A"/>
    <w:rsid w:val="005568C9"/>
    <w:rsid w:val="00662E04"/>
    <w:rsid w:val="00713A8B"/>
    <w:rsid w:val="00B6656D"/>
    <w:rsid w:val="00C64AD3"/>
    <w:rsid w:val="00C71266"/>
    <w:rsid w:val="00C8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10419A"/>
  <w15:chartTrackingRefBased/>
  <w15:docId w15:val="{68E7BA8E-DAF6-4521-9417-F6552EF4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</Template>
  <TotalTime>12</TotalTime>
  <Pages>1</Pages>
  <Words>106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福井 正浩</cp:lastModifiedBy>
  <cp:revision>3</cp:revision>
  <dcterms:created xsi:type="dcterms:W3CDTF">2024-07-23T07:34:00Z</dcterms:created>
  <dcterms:modified xsi:type="dcterms:W3CDTF">2025-06-13T06:41:00Z</dcterms:modified>
</cp:coreProperties>
</file>